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432B7B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54E7DB4F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DD5466E" w14:textId="41949993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8545A0">
        <w:rPr>
          <w:rFonts w:ascii="Corbel" w:hAnsi="Corbel"/>
          <w:i/>
          <w:smallCaps/>
          <w:sz w:val="24"/>
          <w:szCs w:val="24"/>
        </w:rPr>
        <w:t xml:space="preserve"> 2025-2027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59FBD6E8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2D70602B" w14:textId="7679C71B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CA0150">
        <w:rPr>
          <w:rFonts w:ascii="Corbel" w:hAnsi="Corbel"/>
          <w:sz w:val="20"/>
          <w:szCs w:val="20"/>
        </w:rPr>
        <w:t>2026/27</w:t>
      </w:r>
    </w:p>
    <w:p w14:paraId="4B261BF3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00B1A50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33AC1EA7" w14:textId="77777777" w:rsidTr="00B819C8">
        <w:tc>
          <w:tcPr>
            <w:tcW w:w="2694" w:type="dxa"/>
            <w:vAlign w:val="center"/>
          </w:tcPr>
          <w:p w14:paraId="14FD2B28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6D6AEE" w14:textId="5B2D3A77" w:rsidR="0085747A" w:rsidRPr="00B169DF" w:rsidRDefault="00B10A1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Migranci w dyskursie medialnym</w:t>
            </w:r>
          </w:p>
        </w:tc>
      </w:tr>
      <w:tr w:rsidR="0085747A" w:rsidRPr="00B169DF" w14:paraId="3ACE5527" w14:textId="77777777" w:rsidTr="00B819C8">
        <w:tc>
          <w:tcPr>
            <w:tcW w:w="2694" w:type="dxa"/>
            <w:vAlign w:val="center"/>
          </w:tcPr>
          <w:p w14:paraId="6D20BF9C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C63C6CD" w14:textId="38F1432B" w:rsidR="0085747A" w:rsidRPr="00B169DF" w:rsidRDefault="00CA01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SM2_31</w:t>
            </w:r>
          </w:p>
        </w:tc>
      </w:tr>
      <w:tr w:rsidR="0085747A" w:rsidRPr="00B169DF" w14:paraId="66AFC85E" w14:textId="77777777" w:rsidTr="00B819C8">
        <w:tc>
          <w:tcPr>
            <w:tcW w:w="2694" w:type="dxa"/>
            <w:vAlign w:val="center"/>
          </w:tcPr>
          <w:p w14:paraId="18A5993B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3F41AAB" w14:textId="75C6FD00" w:rsidR="0085747A" w:rsidRPr="00B169DF" w:rsidRDefault="001E2D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Nauk Społecznych</w:t>
            </w:r>
          </w:p>
        </w:tc>
      </w:tr>
      <w:tr w:rsidR="0085747A" w:rsidRPr="00B169DF" w14:paraId="2D1E3718" w14:textId="77777777" w:rsidTr="00B819C8">
        <w:tc>
          <w:tcPr>
            <w:tcW w:w="2694" w:type="dxa"/>
            <w:vAlign w:val="center"/>
          </w:tcPr>
          <w:p w14:paraId="00A6AB7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50CF4F6" w14:textId="42018352" w:rsidR="0085747A" w:rsidRPr="00B169DF" w:rsidRDefault="00B10A1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85747A" w:rsidRPr="00B169DF" w14:paraId="013EE83C" w14:textId="77777777" w:rsidTr="00B819C8">
        <w:tc>
          <w:tcPr>
            <w:tcW w:w="2694" w:type="dxa"/>
            <w:vAlign w:val="center"/>
          </w:tcPr>
          <w:p w14:paraId="7B345BC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2B12757" w14:textId="3DE80393" w:rsidR="0085747A" w:rsidRPr="00B169DF" w:rsidRDefault="001E2D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Stosunki międzynarodowe</w:t>
            </w:r>
          </w:p>
        </w:tc>
      </w:tr>
      <w:tr w:rsidR="0085747A" w:rsidRPr="00B169DF" w14:paraId="4D9FD7E1" w14:textId="77777777" w:rsidTr="00B819C8">
        <w:tc>
          <w:tcPr>
            <w:tcW w:w="2694" w:type="dxa"/>
            <w:vAlign w:val="center"/>
          </w:tcPr>
          <w:p w14:paraId="655FFF0A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EC81A25" w14:textId="172F55A2" w:rsidR="0085747A" w:rsidRPr="00B169DF" w:rsidRDefault="001E2D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B169DF" w14:paraId="253731A1" w14:textId="77777777" w:rsidTr="00B819C8">
        <w:tc>
          <w:tcPr>
            <w:tcW w:w="2694" w:type="dxa"/>
            <w:vAlign w:val="center"/>
          </w:tcPr>
          <w:p w14:paraId="0829B5C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300B88" w14:textId="6297D1BC" w:rsidR="0085747A" w:rsidRPr="00B169DF" w:rsidRDefault="001E2D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14:paraId="30678F84" w14:textId="77777777" w:rsidTr="00B819C8">
        <w:tc>
          <w:tcPr>
            <w:tcW w:w="2694" w:type="dxa"/>
            <w:vAlign w:val="center"/>
          </w:tcPr>
          <w:p w14:paraId="5177C36E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A9139E9" w14:textId="2A6B4988" w:rsidR="0085747A" w:rsidRPr="00B169DF" w:rsidRDefault="001E2D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85747A" w:rsidRPr="00B169DF" w14:paraId="483A0087" w14:textId="77777777" w:rsidTr="00B819C8">
        <w:tc>
          <w:tcPr>
            <w:tcW w:w="2694" w:type="dxa"/>
            <w:vAlign w:val="center"/>
          </w:tcPr>
          <w:p w14:paraId="0FF975C6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027F6F5" w14:textId="409A6C1B" w:rsidR="0085747A" w:rsidRPr="00B169DF" w:rsidRDefault="001E2D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rok/IV semestr</w:t>
            </w:r>
          </w:p>
        </w:tc>
      </w:tr>
      <w:tr w:rsidR="0085747A" w:rsidRPr="00B169DF" w14:paraId="768FFFB6" w14:textId="77777777" w:rsidTr="00B819C8">
        <w:tc>
          <w:tcPr>
            <w:tcW w:w="2694" w:type="dxa"/>
            <w:vAlign w:val="center"/>
          </w:tcPr>
          <w:p w14:paraId="743307B1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4BB0A88" w14:textId="6FD1442B" w:rsidR="0085747A" w:rsidRPr="00B169DF" w:rsidRDefault="00CA01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B169DF" w14:paraId="47E8A2D8" w14:textId="77777777" w:rsidTr="00B819C8">
        <w:tc>
          <w:tcPr>
            <w:tcW w:w="2694" w:type="dxa"/>
            <w:vAlign w:val="center"/>
          </w:tcPr>
          <w:p w14:paraId="0D51D012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6A80C32" w14:textId="097E8130" w:rsidR="00923D7D" w:rsidRPr="00B169DF" w:rsidRDefault="00B10A1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7FE8C92F" w14:textId="77777777" w:rsidTr="00B819C8">
        <w:tc>
          <w:tcPr>
            <w:tcW w:w="2694" w:type="dxa"/>
            <w:vAlign w:val="center"/>
          </w:tcPr>
          <w:p w14:paraId="42BC19A7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530E5B2" w14:textId="648E2403" w:rsidR="0085747A" w:rsidRPr="00B169DF" w:rsidRDefault="00B10A1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Zofia Sawicka</w:t>
            </w:r>
          </w:p>
        </w:tc>
      </w:tr>
      <w:tr w:rsidR="0085747A" w:rsidRPr="00B169DF" w14:paraId="7AC848B6" w14:textId="77777777" w:rsidTr="00B819C8">
        <w:tc>
          <w:tcPr>
            <w:tcW w:w="2694" w:type="dxa"/>
            <w:vAlign w:val="center"/>
          </w:tcPr>
          <w:p w14:paraId="207B030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A2F7C82" w14:textId="3C0871CA" w:rsidR="0085747A" w:rsidRPr="00B169DF" w:rsidRDefault="00B10A1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Zofia Sawicka</w:t>
            </w:r>
          </w:p>
        </w:tc>
      </w:tr>
    </w:tbl>
    <w:p w14:paraId="709A64E0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6E1CE1D4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51076FA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3B1437D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169DF" w14:paraId="54D69B9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F71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28F2F22C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1454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B5D4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563B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08E2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91F23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C86C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BBDA3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6F046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CBA5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2D21EF4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CAC6D" w14:textId="34A218C3" w:rsidR="00015B8F" w:rsidRPr="00B169DF" w:rsidRDefault="00B10A1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FBC0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BFCC7" w14:textId="0A475E29" w:rsidR="00015B8F" w:rsidRPr="00B169DF" w:rsidRDefault="00B10A1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D41A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C5199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341B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BAE0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FA85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91599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E7742" w14:textId="5960A09B" w:rsidR="00015B8F" w:rsidRPr="00B169DF" w:rsidRDefault="00B10A1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8BCC07D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3162BD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DA5B2A4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8C33071" w14:textId="459986F4" w:rsidR="0085747A" w:rsidRPr="00B169DF" w:rsidRDefault="0038435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⊠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3264A6C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F01F63C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950564F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0F4390D" w14:textId="76EA7356" w:rsidR="00E960BB" w:rsidRDefault="00B10A1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0B1098AA" w14:textId="77777777" w:rsidR="00B10A1C" w:rsidRPr="00B169DF" w:rsidRDefault="00B10A1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3DA215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69A93B69" w14:textId="77777777" w:rsidTr="00745302">
        <w:tc>
          <w:tcPr>
            <w:tcW w:w="9670" w:type="dxa"/>
          </w:tcPr>
          <w:p w14:paraId="1B7FCADC" w14:textId="1088A352" w:rsidR="0085747A" w:rsidRPr="00B169DF" w:rsidRDefault="001E2D3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na temat współczesnych mediów oraz aktualnych procesów społecznych</w:t>
            </w:r>
          </w:p>
          <w:p w14:paraId="10961B7D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C592368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2B014B7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5817725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8A66D9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5698543E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B169DF" w14:paraId="0AA398DC" w14:textId="77777777" w:rsidTr="00923D7D">
        <w:tc>
          <w:tcPr>
            <w:tcW w:w="851" w:type="dxa"/>
            <w:vAlign w:val="center"/>
          </w:tcPr>
          <w:p w14:paraId="2CE4BE51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E660390" w14:textId="58EBBFB1" w:rsidR="0085747A" w:rsidRPr="00B169DF" w:rsidRDefault="001E2D3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ze specyfiką analizy dyskursu medialnego</w:t>
            </w:r>
          </w:p>
        </w:tc>
      </w:tr>
      <w:tr w:rsidR="0085747A" w:rsidRPr="00B169DF" w14:paraId="41F0B2B1" w14:textId="77777777" w:rsidTr="00923D7D">
        <w:tc>
          <w:tcPr>
            <w:tcW w:w="851" w:type="dxa"/>
            <w:vAlign w:val="center"/>
          </w:tcPr>
          <w:p w14:paraId="412BF8D4" w14:textId="07217047" w:rsidR="0085747A" w:rsidRPr="00B169DF" w:rsidRDefault="001E2D3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EF5ACBD" w14:textId="7DC77339" w:rsidR="0085747A" w:rsidRPr="00B169DF" w:rsidRDefault="001E2D3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Wykształcenie umiejętności analizy dyskursu</w:t>
            </w:r>
          </w:p>
        </w:tc>
      </w:tr>
    </w:tbl>
    <w:p w14:paraId="1F0BC96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2397EC8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2C191C1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B169DF" w14:paraId="37913053" w14:textId="77777777" w:rsidTr="0071620A">
        <w:tc>
          <w:tcPr>
            <w:tcW w:w="1701" w:type="dxa"/>
            <w:vAlign w:val="center"/>
          </w:tcPr>
          <w:p w14:paraId="27015D73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A6AD16D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EF13BD4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7783096E" w14:textId="77777777" w:rsidTr="005E6E85">
        <w:tc>
          <w:tcPr>
            <w:tcW w:w="1701" w:type="dxa"/>
          </w:tcPr>
          <w:p w14:paraId="57F7A0D0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1E14266" w14:textId="37E9ED06" w:rsidR="0085747A" w:rsidRPr="00B169DF" w:rsidRDefault="009714D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rozumie zasady rządzące analizą dyskursu</w:t>
            </w:r>
          </w:p>
        </w:tc>
        <w:tc>
          <w:tcPr>
            <w:tcW w:w="1873" w:type="dxa"/>
          </w:tcPr>
          <w:p w14:paraId="49BD200A" w14:textId="0FCAD855" w:rsidR="0085747A" w:rsidRPr="00B169DF" w:rsidRDefault="009714D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B169DF" w14:paraId="1A5E24D8" w14:textId="77777777" w:rsidTr="005E6E85">
        <w:tc>
          <w:tcPr>
            <w:tcW w:w="1701" w:type="dxa"/>
          </w:tcPr>
          <w:p w14:paraId="790DAD14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CB5DCAB" w14:textId="119E9F75" w:rsidR="0085747A" w:rsidRPr="00B169DF" w:rsidRDefault="00645C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</w:t>
            </w:r>
            <w:r w:rsidR="009714DC">
              <w:rPr>
                <w:rFonts w:ascii="Corbel" w:hAnsi="Corbel"/>
                <w:b w:val="0"/>
                <w:smallCaps w:val="0"/>
                <w:szCs w:val="24"/>
              </w:rPr>
              <w:t>główne aspekty współczesnych dyskursów związanych z migrantami</w:t>
            </w:r>
          </w:p>
        </w:tc>
        <w:tc>
          <w:tcPr>
            <w:tcW w:w="1873" w:type="dxa"/>
          </w:tcPr>
          <w:p w14:paraId="07DF3E1A" w14:textId="0C4DCD45" w:rsidR="0085747A" w:rsidRPr="00B169DF" w:rsidRDefault="00645C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85747A" w:rsidRPr="00B169DF" w14:paraId="04BEF786" w14:textId="77777777" w:rsidTr="005E6E85">
        <w:tc>
          <w:tcPr>
            <w:tcW w:w="1701" w:type="dxa"/>
          </w:tcPr>
          <w:p w14:paraId="28B82B31" w14:textId="166E539E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45CAB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3C5DBD89" w14:textId="585E5417" w:rsidR="0085747A" w:rsidRPr="00B169DF" w:rsidRDefault="009714D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 przeprowadzić analizę wybranego dyskursu odpowiednio dobierając do tego celu metody i narzędzia</w:t>
            </w:r>
          </w:p>
        </w:tc>
        <w:tc>
          <w:tcPr>
            <w:tcW w:w="1873" w:type="dxa"/>
          </w:tcPr>
          <w:p w14:paraId="733CF63A" w14:textId="503D5753" w:rsidR="0085747A" w:rsidRPr="00B169DF" w:rsidRDefault="009714D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645CAB" w:rsidRPr="00B169DF" w14:paraId="53DB545F" w14:textId="77777777" w:rsidTr="005E6E85">
        <w:tc>
          <w:tcPr>
            <w:tcW w:w="1701" w:type="dxa"/>
          </w:tcPr>
          <w:p w14:paraId="7FDDFEC6" w14:textId="794CB8DD" w:rsidR="00645CAB" w:rsidRPr="00B169DF" w:rsidRDefault="00645C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14:paraId="0283E10D" w14:textId="39D4190B" w:rsidR="00645CAB" w:rsidRPr="00B169DF" w:rsidRDefault="009714D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jest gotów do krytycznego analizowania przekazów medialnych, uwzględniając zmienność środowiska medialnego i szybkość komunikacji we współczesnym świecie</w:t>
            </w:r>
          </w:p>
        </w:tc>
        <w:tc>
          <w:tcPr>
            <w:tcW w:w="1873" w:type="dxa"/>
          </w:tcPr>
          <w:p w14:paraId="185D7196" w14:textId="40E07D72" w:rsidR="00645CAB" w:rsidRPr="00B169DF" w:rsidRDefault="009714D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2D2A8B40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2CD93C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5796BB78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4CA2E148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169DF" w14:paraId="3E5CFAEF" w14:textId="77777777" w:rsidTr="00923D7D">
        <w:tc>
          <w:tcPr>
            <w:tcW w:w="9639" w:type="dxa"/>
          </w:tcPr>
          <w:p w14:paraId="1FA95635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53833B62" w14:textId="77777777" w:rsidTr="00923D7D">
        <w:tc>
          <w:tcPr>
            <w:tcW w:w="9639" w:type="dxa"/>
          </w:tcPr>
          <w:p w14:paraId="101367D6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0332628E" w14:textId="77777777" w:rsidTr="00923D7D">
        <w:tc>
          <w:tcPr>
            <w:tcW w:w="9639" w:type="dxa"/>
          </w:tcPr>
          <w:p w14:paraId="6C89F2BE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55784E24" w14:textId="77777777" w:rsidTr="00923D7D">
        <w:tc>
          <w:tcPr>
            <w:tcW w:w="9639" w:type="dxa"/>
          </w:tcPr>
          <w:p w14:paraId="3EFB9B0E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35A94B2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5072D6E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3F66BAB7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169DF" w14:paraId="562FE972" w14:textId="77777777" w:rsidTr="00923D7D">
        <w:tc>
          <w:tcPr>
            <w:tcW w:w="9639" w:type="dxa"/>
          </w:tcPr>
          <w:p w14:paraId="6315CB94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498342BB" w14:textId="77777777" w:rsidTr="00923D7D">
        <w:tc>
          <w:tcPr>
            <w:tcW w:w="9639" w:type="dxa"/>
          </w:tcPr>
          <w:p w14:paraId="071B9DD9" w14:textId="6D5F9BC2" w:rsidR="0085747A" w:rsidRPr="00B169DF" w:rsidRDefault="00C0169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Media jako źródło poznania świata: relacjonowanie versus manipulacja</w:t>
            </w:r>
          </w:p>
        </w:tc>
      </w:tr>
      <w:tr w:rsidR="0085747A" w:rsidRPr="00B169DF" w14:paraId="694502D2" w14:textId="77777777" w:rsidTr="00923D7D">
        <w:tc>
          <w:tcPr>
            <w:tcW w:w="9639" w:type="dxa"/>
          </w:tcPr>
          <w:p w14:paraId="4BA3E2EA" w14:textId="2CF247E5" w:rsidR="0085747A" w:rsidRPr="00B169DF" w:rsidRDefault="00C0169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dyskursu – podstawowe pojęcia</w:t>
            </w:r>
          </w:p>
        </w:tc>
      </w:tr>
      <w:tr w:rsidR="0085747A" w:rsidRPr="00B169DF" w14:paraId="2B136535" w14:textId="77777777" w:rsidTr="00923D7D">
        <w:tc>
          <w:tcPr>
            <w:tcW w:w="9639" w:type="dxa"/>
          </w:tcPr>
          <w:p w14:paraId="178A2E00" w14:textId="5A0BC518" w:rsidR="0085747A" w:rsidRPr="00B169DF" w:rsidRDefault="002D3B4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Dyskurs migracyjny w polskiej prasie</w:t>
            </w:r>
          </w:p>
        </w:tc>
      </w:tr>
      <w:tr w:rsidR="00937805" w:rsidRPr="00B169DF" w14:paraId="43D02130" w14:textId="77777777" w:rsidTr="00923D7D">
        <w:tc>
          <w:tcPr>
            <w:tcW w:w="9639" w:type="dxa"/>
          </w:tcPr>
          <w:p w14:paraId="1EEEA22B" w14:textId="7CF4E2EE" w:rsidR="00937805" w:rsidRPr="00B169DF" w:rsidRDefault="002D3B4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Wizualne aspekty dyskursu migracyjnego</w:t>
            </w:r>
          </w:p>
        </w:tc>
      </w:tr>
      <w:tr w:rsidR="00937805" w:rsidRPr="00B169DF" w14:paraId="72C64B58" w14:textId="77777777" w:rsidTr="00923D7D">
        <w:tc>
          <w:tcPr>
            <w:tcW w:w="9639" w:type="dxa"/>
          </w:tcPr>
          <w:p w14:paraId="734680C0" w14:textId="17B2A9C5" w:rsidR="00937805" w:rsidRPr="00B169DF" w:rsidRDefault="00937805" w:rsidP="009378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Media społecznościowe </w:t>
            </w:r>
            <w:r w:rsidR="002D3B4D">
              <w:rPr>
                <w:rFonts w:ascii="Corbel" w:hAnsi="Corbel"/>
                <w:sz w:val="24"/>
                <w:szCs w:val="24"/>
              </w:rPr>
              <w:t xml:space="preserve">i </w:t>
            </w:r>
            <w:proofErr w:type="spellStart"/>
            <w:r w:rsidR="002D3B4D">
              <w:rPr>
                <w:rFonts w:ascii="Corbel" w:hAnsi="Corbel"/>
                <w:sz w:val="24"/>
                <w:szCs w:val="24"/>
              </w:rPr>
              <w:t>internet</w:t>
            </w:r>
            <w:proofErr w:type="spellEnd"/>
            <w:r w:rsidR="002D3B4D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jako przestrzeń dyskursu</w:t>
            </w:r>
          </w:p>
        </w:tc>
      </w:tr>
      <w:tr w:rsidR="00937805" w:rsidRPr="00B169DF" w14:paraId="4E034586" w14:textId="77777777" w:rsidTr="00923D7D">
        <w:tc>
          <w:tcPr>
            <w:tcW w:w="9639" w:type="dxa"/>
          </w:tcPr>
          <w:p w14:paraId="3C456A14" w14:textId="319AD060" w:rsidR="00937805" w:rsidRPr="00B169DF" w:rsidRDefault="00937805" w:rsidP="009378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Migranci</w:t>
            </w:r>
            <w:r w:rsidR="002D3B4D">
              <w:rPr>
                <w:rFonts w:ascii="Corbel" w:hAnsi="Corbel"/>
                <w:sz w:val="24"/>
                <w:szCs w:val="24"/>
              </w:rPr>
              <w:t xml:space="preserve"> i wspierające ich organizacje</w:t>
            </w:r>
            <w:r>
              <w:rPr>
                <w:rFonts w:ascii="Corbel" w:hAnsi="Corbel"/>
                <w:sz w:val="24"/>
                <w:szCs w:val="24"/>
              </w:rPr>
              <w:t xml:space="preserve"> jako podmiot</w:t>
            </w:r>
            <w:r w:rsidR="002D3B4D">
              <w:rPr>
                <w:rFonts w:ascii="Corbel" w:hAnsi="Corbel"/>
                <w:sz w:val="24"/>
                <w:szCs w:val="24"/>
              </w:rPr>
              <w:t>y kreujący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2D3B4D">
              <w:rPr>
                <w:rFonts w:ascii="Corbel" w:hAnsi="Corbel"/>
                <w:sz w:val="24"/>
                <w:szCs w:val="24"/>
              </w:rPr>
              <w:t>narracje medialne</w:t>
            </w:r>
          </w:p>
        </w:tc>
      </w:tr>
    </w:tbl>
    <w:p w14:paraId="221E665E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49DBE6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4385BF6D" w14:textId="7079AB0C" w:rsidR="0085747A" w:rsidRPr="00B169DF" w:rsidRDefault="0093780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Elementy wykładu z prezentacją multimedialną, praca w grupach, dyskusja.</w:t>
      </w:r>
    </w:p>
    <w:p w14:paraId="635BC6CD" w14:textId="124AF131" w:rsidR="00E960BB" w:rsidRPr="00B169DF" w:rsidRDefault="00E960BB" w:rsidP="00937805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52E69452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D4E334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1D44CA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39E4DFCF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6AEDBB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4D2ED72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B169DF" w14:paraId="07032E4F" w14:textId="77777777" w:rsidTr="00C05F44">
        <w:tc>
          <w:tcPr>
            <w:tcW w:w="1985" w:type="dxa"/>
            <w:vAlign w:val="center"/>
          </w:tcPr>
          <w:p w14:paraId="18FFEFAC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D9A556E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4CC1C6E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56B55AA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1C25352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202D01A9" w14:textId="77777777" w:rsidTr="00C05F44">
        <w:tc>
          <w:tcPr>
            <w:tcW w:w="1985" w:type="dxa"/>
          </w:tcPr>
          <w:p w14:paraId="2014450C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169D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169DF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44A9A79D" w14:textId="561891A5" w:rsidR="0085747A" w:rsidRPr="00B169DF" w:rsidRDefault="0038435C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3B900C19" w14:textId="383511E1" w:rsidR="0085747A" w:rsidRPr="00B169DF" w:rsidRDefault="009714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B169DF" w14:paraId="15E51BF9" w14:textId="77777777" w:rsidTr="00C05F44">
        <w:tc>
          <w:tcPr>
            <w:tcW w:w="1985" w:type="dxa"/>
          </w:tcPr>
          <w:p w14:paraId="79A57D6B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CC96795" w14:textId="319E8FD3" w:rsidR="0085747A" w:rsidRPr="00B169DF" w:rsidRDefault="0038435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 zaliczeniowy</w:t>
            </w:r>
          </w:p>
        </w:tc>
        <w:tc>
          <w:tcPr>
            <w:tcW w:w="2126" w:type="dxa"/>
          </w:tcPr>
          <w:p w14:paraId="3597A6C1" w14:textId="4D369AFA" w:rsidR="0085747A" w:rsidRPr="00B169DF" w:rsidRDefault="009714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9714DC" w:rsidRPr="00B169DF" w14:paraId="0AFEEAA9" w14:textId="77777777" w:rsidTr="00C05F44">
        <w:tc>
          <w:tcPr>
            <w:tcW w:w="1985" w:type="dxa"/>
          </w:tcPr>
          <w:p w14:paraId="38692B44" w14:textId="33D15866" w:rsidR="009714DC" w:rsidRPr="00B169DF" w:rsidRDefault="009714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35AD95E9" w14:textId="37476792" w:rsidR="009714DC" w:rsidRPr="00B169DF" w:rsidRDefault="0038435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zaliczeniowy</w:t>
            </w:r>
          </w:p>
        </w:tc>
        <w:tc>
          <w:tcPr>
            <w:tcW w:w="2126" w:type="dxa"/>
          </w:tcPr>
          <w:p w14:paraId="5F5CED0D" w14:textId="42E44CA0" w:rsidR="009714DC" w:rsidRPr="00B169DF" w:rsidRDefault="009714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9714DC" w:rsidRPr="00B169DF" w14:paraId="6586BE39" w14:textId="77777777" w:rsidTr="00C05F44">
        <w:tc>
          <w:tcPr>
            <w:tcW w:w="1985" w:type="dxa"/>
          </w:tcPr>
          <w:p w14:paraId="707D0E30" w14:textId="4BE314A5" w:rsidR="009714DC" w:rsidRPr="00B169DF" w:rsidRDefault="009714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08963B81" w14:textId="48C6FFE5" w:rsidR="009714DC" w:rsidRPr="00B169DF" w:rsidRDefault="0038435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zaliczeniowy</w:t>
            </w:r>
          </w:p>
        </w:tc>
        <w:tc>
          <w:tcPr>
            <w:tcW w:w="2126" w:type="dxa"/>
          </w:tcPr>
          <w:p w14:paraId="06758548" w14:textId="4B5C6DDE" w:rsidR="009714DC" w:rsidRPr="00B169DF" w:rsidRDefault="009714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116EDB7A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E69DC0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E3EC50F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20FD36FA" w14:textId="77777777" w:rsidTr="00923D7D">
        <w:tc>
          <w:tcPr>
            <w:tcW w:w="9670" w:type="dxa"/>
          </w:tcPr>
          <w:p w14:paraId="491AC962" w14:textId="77777777" w:rsidR="0085747A" w:rsidRPr="00403853" w:rsidRDefault="0085747A" w:rsidP="00403853">
            <w:pPr>
              <w:pStyle w:val="Bezodstpw"/>
            </w:pPr>
          </w:p>
          <w:p w14:paraId="25116D9E" w14:textId="65AF5BB5" w:rsidR="00403853" w:rsidRPr="00403853" w:rsidRDefault="00403853" w:rsidP="00403853">
            <w:pPr>
              <w:pStyle w:val="Bezodstpw"/>
            </w:pPr>
            <w:r w:rsidRPr="00403853">
              <w:t xml:space="preserve">Warunkiem uzyskania zaliczenia jest </w:t>
            </w:r>
            <w:r w:rsidR="00937805">
              <w:t xml:space="preserve">obecność na 85% zajęciach oraz </w:t>
            </w:r>
            <w:r w:rsidRPr="00403853">
              <w:t xml:space="preserve">przygotowanie pracy projektowej na podany przez prowadzącego temat. </w:t>
            </w:r>
          </w:p>
          <w:p w14:paraId="28A70052" w14:textId="77777777" w:rsidR="00403853" w:rsidRPr="00403853" w:rsidRDefault="00403853" w:rsidP="00403853">
            <w:pPr>
              <w:pStyle w:val="Bezodstpw"/>
            </w:pPr>
            <w:r w:rsidRPr="00403853">
              <w:t xml:space="preserve">Praca projektowa będzie oceniania pod względem: </w:t>
            </w:r>
          </w:p>
          <w:p w14:paraId="29C40CED" w14:textId="77777777" w:rsidR="00403853" w:rsidRPr="00403853" w:rsidRDefault="00403853" w:rsidP="00403853">
            <w:pPr>
              <w:pStyle w:val="Bezodstpw"/>
            </w:pPr>
            <w:r w:rsidRPr="00403853">
              <w:t xml:space="preserve">- zgodności z zadanym tematem, </w:t>
            </w:r>
          </w:p>
          <w:p w14:paraId="6130B058" w14:textId="77777777" w:rsidR="00403853" w:rsidRPr="00403853" w:rsidRDefault="00403853" w:rsidP="00403853">
            <w:pPr>
              <w:pStyle w:val="Bezodstpw"/>
            </w:pPr>
            <w:r w:rsidRPr="00403853">
              <w:t xml:space="preserve">- oparcia o literaturę naukową, </w:t>
            </w:r>
          </w:p>
          <w:p w14:paraId="23EA0E6A" w14:textId="77777777" w:rsidR="00403853" w:rsidRPr="00403853" w:rsidRDefault="00403853" w:rsidP="00403853">
            <w:pPr>
              <w:pStyle w:val="Bezodstpw"/>
            </w:pPr>
            <w:r w:rsidRPr="00403853">
              <w:t xml:space="preserve">- szczegółowości, </w:t>
            </w:r>
          </w:p>
          <w:p w14:paraId="6537C84E" w14:textId="77777777" w:rsidR="00403853" w:rsidRPr="00403853" w:rsidRDefault="00403853" w:rsidP="00403853">
            <w:pPr>
              <w:pStyle w:val="Bezodstpw"/>
            </w:pPr>
            <w:r w:rsidRPr="00403853">
              <w:t xml:space="preserve">- logiczności struktury, </w:t>
            </w:r>
          </w:p>
          <w:p w14:paraId="280C4356" w14:textId="33E66AF8" w:rsidR="00403853" w:rsidRPr="00403853" w:rsidRDefault="00403853" w:rsidP="00403853">
            <w:pPr>
              <w:pStyle w:val="Bezodstpw"/>
            </w:pPr>
            <w:r w:rsidRPr="00403853">
              <w:t xml:space="preserve">Ocenę niedostateczną (2,0) otrzymuje </w:t>
            </w:r>
            <w:r>
              <w:t>student</w:t>
            </w:r>
            <w:r w:rsidRPr="00403853">
              <w:t xml:space="preserve">, który przygotował projekt nie spełniający kryteriów; </w:t>
            </w:r>
          </w:p>
          <w:p w14:paraId="3E02E42B" w14:textId="75EC5CF3" w:rsidR="00403853" w:rsidRPr="00403853" w:rsidRDefault="00403853" w:rsidP="00403853">
            <w:pPr>
              <w:pStyle w:val="Bezodstpw"/>
            </w:pPr>
            <w:r w:rsidRPr="00403853">
              <w:t xml:space="preserve">Ocenę dostateczną (3,0) otrzymuje </w:t>
            </w:r>
            <w:r>
              <w:t>student</w:t>
            </w:r>
            <w:r w:rsidRPr="00403853">
              <w:t>, który przygotował projekt pobieżnie traktując</w:t>
            </w:r>
            <w:r w:rsidR="005C70FE">
              <w:t>y</w:t>
            </w:r>
            <w:r w:rsidRPr="00403853">
              <w:t xml:space="preserve"> opisywany temat, z niewielkim oparciem na literaturze naukowej, pozbawiony walorów szczegółowości i oryginalności; </w:t>
            </w:r>
          </w:p>
          <w:p w14:paraId="3C7FC7AE" w14:textId="2B6180E9" w:rsidR="00403853" w:rsidRPr="00403853" w:rsidRDefault="00403853" w:rsidP="00403853">
            <w:pPr>
              <w:pStyle w:val="Bezodstpw"/>
            </w:pPr>
            <w:r w:rsidRPr="00403853">
              <w:t xml:space="preserve">Ocena dostateczny plus (3,5) otrzymuje </w:t>
            </w:r>
            <w:r>
              <w:t>student</w:t>
            </w:r>
            <w:r w:rsidRPr="00403853">
              <w:t xml:space="preserve">, który przygotował projekt </w:t>
            </w:r>
            <w:r w:rsidR="005C70FE">
              <w:t xml:space="preserve">pobieżnie </w:t>
            </w:r>
            <w:r w:rsidRPr="00403853">
              <w:t>traktując</w:t>
            </w:r>
            <w:r w:rsidR="005C70FE">
              <w:t>y</w:t>
            </w:r>
            <w:r w:rsidRPr="00403853">
              <w:t xml:space="preserve"> opisywany temat</w:t>
            </w:r>
            <w:r>
              <w:t xml:space="preserve"> </w:t>
            </w:r>
            <w:r w:rsidRPr="00403853">
              <w:t xml:space="preserve">z oparciem na podstawowej literaturze naukowej, zawierający walory szczegółowości i oryginalności; </w:t>
            </w:r>
          </w:p>
          <w:p w14:paraId="0B52026B" w14:textId="204CE696" w:rsidR="00403853" w:rsidRPr="00403853" w:rsidRDefault="00403853" w:rsidP="00403853">
            <w:pPr>
              <w:pStyle w:val="Bezodstpw"/>
            </w:pPr>
            <w:r w:rsidRPr="00403853">
              <w:t xml:space="preserve">Ocenę dobrą (4,0) otrzymuje </w:t>
            </w:r>
            <w:r w:rsidR="005C70FE">
              <w:t>student</w:t>
            </w:r>
            <w:r w:rsidRPr="00403853">
              <w:t xml:space="preserve">, który przygotował projekt rzetelnie opisujący prezentowany temat, oparty na najnowszej literaturze naukowej, szczegółowy, ale pozbawiony elementu oryginalności; </w:t>
            </w:r>
          </w:p>
          <w:p w14:paraId="69C089E3" w14:textId="77777777" w:rsidR="005C70FE" w:rsidRDefault="00403853" w:rsidP="00403853">
            <w:pPr>
              <w:pStyle w:val="Bezodstpw"/>
            </w:pPr>
            <w:r w:rsidRPr="00403853">
              <w:t xml:space="preserve">Ocena dobry plus (4,5) otrzymuje </w:t>
            </w:r>
            <w:r w:rsidR="005C70FE">
              <w:t>student</w:t>
            </w:r>
            <w:r w:rsidRPr="00403853">
              <w:t xml:space="preserve">, który przygotował projekt rzetelnie opisujący prezentowany temat, oparty na najnowszej literaturze naukowej, szczegółowy, z elementami oryginalności; </w:t>
            </w:r>
          </w:p>
          <w:p w14:paraId="64338C39" w14:textId="2F4E4BD9" w:rsidR="00403853" w:rsidRPr="00403853" w:rsidRDefault="00403853" w:rsidP="00403853">
            <w:pPr>
              <w:pStyle w:val="Bezodstpw"/>
            </w:pPr>
            <w:r w:rsidRPr="00403853">
              <w:t xml:space="preserve">Ocenę bardzo dobrą (5,0) otrzymuje </w:t>
            </w:r>
            <w:r w:rsidR="005C70FE">
              <w:t>student</w:t>
            </w:r>
            <w:r w:rsidRPr="00403853">
              <w:t xml:space="preserve">, który przygotował projekt gruntownie opisujący prezentowany temat, oparty na najnowszej literaturze naukowej polskiej i anglojęzycznej, </w:t>
            </w:r>
            <w:r w:rsidR="005C70FE">
              <w:t xml:space="preserve">bardzo </w:t>
            </w:r>
            <w:r w:rsidRPr="00403853">
              <w:t xml:space="preserve">szczegółowy oraz oryginalny poznawczo. </w:t>
            </w:r>
          </w:p>
          <w:p w14:paraId="23AC9509" w14:textId="77777777" w:rsidR="00923D7D" w:rsidRPr="00B169DF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EDE4B58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D32DD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6E186D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1ABCF64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169DF" w14:paraId="09F7C6B5" w14:textId="77777777" w:rsidTr="003E1941">
        <w:tc>
          <w:tcPr>
            <w:tcW w:w="4962" w:type="dxa"/>
            <w:vAlign w:val="center"/>
          </w:tcPr>
          <w:p w14:paraId="373FCEE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5F02CEA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1E56DEDB" w14:textId="77777777" w:rsidTr="00923D7D">
        <w:tc>
          <w:tcPr>
            <w:tcW w:w="4962" w:type="dxa"/>
          </w:tcPr>
          <w:p w14:paraId="018EBBFD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BCE8F28" w14:textId="6BB1391D" w:rsidR="0085747A" w:rsidRPr="00B169DF" w:rsidRDefault="00F40F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B169DF" w14:paraId="085A3B39" w14:textId="77777777" w:rsidTr="00923D7D">
        <w:tc>
          <w:tcPr>
            <w:tcW w:w="4962" w:type="dxa"/>
          </w:tcPr>
          <w:p w14:paraId="05B0370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43BB540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1A52A73" w14:textId="64C7B5F1" w:rsidR="00C61DC5" w:rsidRPr="00B169DF" w:rsidRDefault="00F40F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B169DF" w14:paraId="0DF78FD8" w14:textId="77777777" w:rsidTr="00923D7D">
        <w:tc>
          <w:tcPr>
            <w:tcW w:w="4962" w:type="dxa"/>
          </w:tcPr>
          <w:p w14:paraId="089EAB17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A16395E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1A3A4D6" w14:textId="61EB8D39" w:rsidR="00C61DC5" w:rsidRPr="00B169DF" w:rsidRDefault="00F40F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B169DF" w14:paraId="672E1DA9" w14:textId="77777777" w:rsidTr="00923D7D">
        <w:tc>
          <w:tcPr>
            <w:tcW w:w="4962" w:type="dxa"/>
          </w:tcPr>
          <w:p w14:paraId="6D560CB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9337C24" w14:textId="0678D673" w:rsidR="0085747A" w:rsidRPr="00B169DF" w:rsidRDefault="00F40F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B169DF" w14:paraId="00400FCC" w14:textId="77777777" w:rsidTr="00923D7D">
        <w:tc>
          <w:tcPr>
            <w:tcW w:w="4962" w:type="dxa"/>
          </w:tcPr>
          <w:p w14:paraId="6F34B927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14:paraId="54B0086D" w14:textId="08E90340" w:rsidR="0085747A" w:rsidRPr="00B169DF" w:rsidRDefault="00F40F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4AAC28D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5F672F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A54A7E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222798AB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5ED04A48" w14:textId="77777777" w:rsidTr="0071620A">
        <w:trPr>
          <w:trHeight w:val="397"/>
        </w:trPr>
        <w:tc>
          <w:tcPr>
            <w:tcW w:w="3544" w:type="dxa"/>
          </w:tcPr>
          <w:p w14:paraId="6418AA3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147E95D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74F87261" w14:textId="77777777" w:rsidTr="0071620A">
        <w:trPr>
          <w:trHeight w:val="397"/>
        </w:trPr>
        <w:tc>
          <w:tcPr>
            <w:tcW w:w="3544" w:type="dxa"/>
          </w:tcPr>
          <w:p w14:paraId="77BEA084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720EB86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A48F95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931DA8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12E58AC7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0EF70567" w14:textId="77777777" w:rsidTr="0071620A">
        <w:trPr>
          <w:trHeight w:val="397"/>
        </w:trPr>
        <w:tc>
          <w:tcPr>
            <w:tcW w:w="7513" w:type="dxa"/>
          </w:tcPr>
          <w:p w14:paraId="718A0D6A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D00FBFB" w14:textId="136C5123" w:rsidR="00C01697" w:rsidRPr="00C01697" w:rsidRDefault="00C01697" w:rsidP="00C0169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16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M. Czyżewski, W poszukiwaniu przyczyn prawicowego ekstremizmu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016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(analiza prasy), [w:]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016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Rytualny chaos. Studium dyskursu publicznego, red. A. Piotrowski, S. Kowalski, M.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016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Czyżewski, Warszawa 2010, s. 328-362.</w:t>
            </w:r>
          </w:p>
          <w:p w14:paraId="6C831879" w14:textId="4A1B196A" w:rsidR="00C01697" w:rsidRPr="00C01697" w:rsidRDefault="00C01697" w:rsidP="00C0169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16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M. Lisowska-Magdziarz, Analiza tekstu w dyskursie medialnym. Przewodnik dla studentów,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016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 2007.</w:t>
            </w:r>
          </w:p>
          <w:p w14:paraId="74F50C97" w14:textId="3E31D0A3" w:rsidR="00C01697" w:rsidRPr="00C01697" w:rsidRDefault="00C01697" w:rsidP="00C0169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16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I. </w:t>
            </w:r>
            <w:proofErr w:type="spellStart"/>
            <w:r w:rsidRPr="00C016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Loewe</w:t>
            </w:r>
            <w:proofErr w:type="spellEnd"/>
            <w:r w:rsidRPr="00C016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Dyskurs medialny – przegląd stanowisk badawczych, „Forum Lingwistyczne”, nr 1,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016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2014.</w:t>
            </w:r>
          </w:p>
          <w:p w14:paraId="37022024" w14:textId="67C7DD0C" w:rsidR="00C01697" w:rsidRDefault="00C01697" w:rsidP="00C0169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 w:rsidRPr="00C016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naliza dyskursu publicznego. Przegląd metod 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016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perspektyw badawczych, red. M. czyżewski, M. </w:t>
            </w:r>
            <w:proofErr w:type="spellStart"/>
            <w:r w:rsidRPr="00C016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Otrocki</w:t>
            </w:r>
            <w:proofErr w:type="spellEnd"/>
            <w:r w:rsidRPr="00C016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T. </w:t>
            </w:r>
            <w:proofErr w:type="spellStart"/>
            <w:r w:rsidRPr="00C016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Piekot</w:t>
            </w:r>
            <w:proofErr w:type="spellEnd"/>
            <w:r w:rsidRPr="00C016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J. Stachowiak, 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016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2017 </w:t>
            </w:r>
          </w:p>
          <w:p w14:paraId="0B09B87B" w14:textId="4E33DF16" w:rsidR="00C01697" w:rsidRPr="00B169DF" w:rsidRDefault="00C01697" w:rsidP="00C0169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16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U. Żydek-Bednarczuk, Dyskurs medialny, [w:] Style współczesnej polszczyzny. Przewodnik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016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 stylistyce polskiej, red. E. Malinowska, J. Nocoń, U. Żydek-Bednarczuk, Kraków 2013, s.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016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187-193.</w:t>
            </w:r>
          </w:p>
        </w:tc>
      </w:tr>
      <w:tr w:rsidR="0085747A" w:rsidRPr="00B169DF" w14:paraId="7B4847A9" w14:textId="77777777" w:rsidTr="0071620A">
        <w:trPr>
          <w:trHeight w:val="397"/>
        </w:trPr>
        <w:tc>
          <w:tcPr>
            <w:tcW w:w="7513" w:type="dxa"/>
          </w:tcPr>
          <w:p w14:paraId="005F0700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596F52B" w14:textId="72628D7E" w:rsidR="00403853" w:rsidRPr="00B169DF" w:rsidRDefault="00403853" w:rsidP="00403853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40385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Krytyczna analiza dyskursu. Interdyscyplinarne podejście do komunikacji społecznej, red. A.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40385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Duszak</w:t>
            </w:r>
            <w:proofErr w:type="spellEnd"/>
            <w:r w:rsidRPr="0040385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N. </w:t>
            </w:r>
            <w:proofErr w:type="spellStart"/>
            <w:r w:rsidRPr="0040385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Fairclough</w:t>
            </w:r>
            <w:proofErr w:type="spellEnd"/>
            <w:r w:rsidRPr="0040385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Kraków 2008.</w:t>
            </w:r>
          </w:p>
        </w:tc>
      </w:tr>
    </w:tbl>
    <w:p w14:paraId="1EF224D1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7B3AAB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869CAB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D74B4E" w14:textId="77777777" w:rsidR="00B2301D" w:rsidRDefault="00B2301D" w:rsidP="00C16ABF">
      <w:pPr>
        <w:spacing w:after="0" w:line="240" w:lineRule="auto"/>
      </w:pPr>
      <w:r>
        <w:separator/>
      </w:r>
    </w:p>
  </w:endnote>
  <w:endnote w:type="continuationSeparator" w:id="0">
    <w:p w14:paraId="55C2F671" w14:textId="77777777" w:rsidR="00B2301D" w:rsidRDefault="00B2301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9715C2" w14:textId="77777777" w:rsidR="00B2301D" w:rsidRDefault="00B2301D" w:rsidP="00C16ABF">
      <w:pPr>
        <w:spacing w:after="0" w:line="240" w:lineRule="auto"/>
      </w:pPr>
      <w:r>
        <w:separator/>
      </w:r>
    </w:p>
  </w:footnote>
  <w:footnote w:type="continuationSeparator" w:id="0">
    <w:p w14:paraId="0FB90DEA" w14:textId="77777777" w:rsidR="00B2301D" w:rsidRDefault="00B2301D" w:rsidP="00C16ABF">
      <w:pPr>
        <w:spacing w:after="0" w:line="240" w:lineRule="auto"/>
      </w:pPr>
      <w:r>
        <w:continuationSeparator/>
      </w:r>
    </w:p>
  </w:footnote>
  <w:footnote w:id="1">
    <w:p w14:paraId="038878C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763022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4882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E2D37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3B4D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435C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03853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C70FE"/>
    <w:rsid w:val="005E6E85"/>
    <w:rsid w:val="005F31D2"/>
    <w:rsid w:val="005F76A3"/>
    <w:rsid w:val="0061029B"/>
    <w:rsid w:val="00617230"/>
    <w:rsid w:val="00621CE1"/>
    <w:rsid w:val="00627FC9"/>
    <w:rsid w:val="00645CAB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723"/>
    <w:rsid w:val="00787C2A"/>
    <w:rsid w:val="00790E27"/>
    <w:rsid w:val="00795978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45A0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455"/>
    <w:rsid w:val="00916188"/>
    <w:rsid w:val="00923D7D"/>
    <w:rsid w:val="00937805"/>
    <w:rsid w:val="009508DF"/>
    <w:rsid w:val="00950DAC"/>
    <w:rsid w:val="00954A07"/>
    <w:rsid w:val="009714DC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0A1C"/>
    <w:rsid w:val="00B135B1"/>
    <w:rsid w:val="00B1435F"/>
    <w:rsid w:val="00B169DF"/>
    <w:rsid w:val="00B2301D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1697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0150"/>
    <w:rsid w:val="00CA2B96"/>
    <w:rsid w:val="00CA5089"/>
    <w:rsid w:val="00CD2E1B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87E44"/>
    <w:rsid w:val="00DA2114"/>
    <w:rsid w:val="00DE09C0"/>
    <w:rsid w:val="00DE4A14"/>
    <w:rsid w:val="00DF320D"/>
    <w:rsid w:val="00DF71C8"/>
    <w:rsid w:val="00E04690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0F09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D3205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133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EE162-99F7-42AB-B3F2-A060DBFEF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155</TotalTime>
  <Pages>4</Pages>
  <Words>914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Grzegorz Bonusiak</cp:lastModifiedBy>
  <cp:revision>22</cp:revision>
  <cp:lastPrinted>2019-02-06T12:12:00Z</cp:lastPrinted>
  <dcterms:created xsi:type="dcterms:W3CDTF">2019-03-06T14:29:00Z</dcterms:created>
  <dcterms:modified xsi:type="dcterms:W3CDTF">2025-02-03T16:05:00Z</dcterms:modified>
</cp:coreProperties>
</file>